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910910" w:rsidRPr="00910910">
        <w:rPr>
          <w:b/>
        </w:rPr>
        <w:t>Nákup dvou samohybných nůžkových plošin včetně dvou vozíků“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910910" w:rsidRPr="00910910" w:rsidRDefault="00910910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 xml:space="preserve">Formulář ČP o splnění základní způsobilosti </w:t>
      </w:r>
    </w:p>
    <w:p w:rsidR="00374707" w:rsidRPr="00910910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Formulář nabídky</w:t>
      </w:r>
    </w:p>
    <w:p w:rsidR="00374707" w:rsidRPr="00910910" w:rsidRDefault="00910910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Technická specifikace</w:t>
      </w:r>
    </w:p>
    <w:p w:rsidR="00374707" w:rsidRPr="00910910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 xml:space="preserve">Návrh </w:t>
      </w:r>
      <w:r w:rsidR="00910910" w:rsidRPr="00910910">
        <w:t xml:space="preserve">kupní </w:t>
      </w:r>
      <w:r w:rsidRPr="00910910">
        <w:t>smlouvy</w:t>
      </w:r>
    </w:p>
    <w:p w:rsidR="00910910" w:rsidRPr="00910910" w:rsidRDefault="00910910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Nález podezřelého předmětu</w:t>
      </w:r>
    </w:p>
    <w:p w:rsidR="002561BD" w:rsidRPr="00910910" w:rsidRDefault="002561BD" w:rsidP="002561B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10910">
        <w:t>Čestné prohlášení ve vztahu k zakázaným dohodám</w:t>
      </w:r>
      <w:r w:rsidR="00910910">
        <w:t>,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910910" w:rsidRPr="00910910">
        <w:rPr>
          <w:b/>
        </w:rPr>
        <w:t>Nákup dvou samohybných nůžkových plošin včetně dvou vozíků</w:t>
      </w:r>
      <w:r w:rsidRPr="00F05536">
        <w:rPr>
          <w:b/>
        </w:rPr>
        <w:t xml:space="preserve">“ </w:t>
      </w:r>
      <w:r w:rsidRPr="00F05536">
        <w:t>za tuto nabídkovou cenu zpracovanou dle výkazu výměr: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</w:t>
      </w:r>
      <w:proofErr w:type="gramStart"/>
      <w:r w:rsidRPr="00F05536">
        <w:rPr>
          <w:b/>
          <w:bCs/>
        </w:rPr>
        <w:t>DPH:              …</w:t>
      </w:r>
      <w:proofErr w:type="gramEnd"/>
      <w:r w:rsidRPr="00F05536">
        <w:rPr>
          <w:b/>
          <w:bCs/>
        </w:rPr>
        <w:t>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910910">
        <w:rPr>
          <w:b/>
          <w:bCs/>
        </w:rPr>
        <w:t xml:space="preserve">   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</w:t>
      </w:r>
      <w:proofErr w:type="gramStart"/>
      <w:r w:rsidRPr="00F05536">
        <w:rPr>
          <w:b/>
          <w:bCs/>
        </w:rPr>
        <w:t>DPH           …</w:t>
      </w:r>
      <w:proofErr w:type="gramEnd"/>
      <w:r w:rsidRPr="00F05536">
        <w:rPr>
          <w:b/>
          <w:bCs/>
        </w:rPr>
        <w:t>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smlouvy </w:t>
      </w:r>
      <w:r w:rsidR="00F05536" w:rsidRPr="00F05536">
        <w:t>o kontrolní činnosti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374707" w:rsidP="00360A3D">
      <w:pPr>
        <w:pStyle w:val="Zhlav"/>
        <w:tabs>
          <w:tab w:val="clear" w:pos="4536"/>
          <w:tab w:val="left" w:pos="1843"/>
        </w:tabs>
        <w:ind w:left="3828" w:hanging="3544"/>
      </w:pPr>
      <w:r w:rsidRPr="00F05536">
        <w:t xml:space="preserve">Zahájení </w:t>
      </w:r>
      <w:proofErr w:type="gramStart"/>
      <w:r w:rsidR="006E32EA">
        <w:t>plnění</w:t>
      </w:r>
      <w:r w:rsidRPr="00F05536">
        <w:t xml:space="preserve">: </w:t>
      </w:r>
      <w:r w:rsidR="00360A3D">
        <w:t xml:space="preserve"> </w:t>
      </w:r>
      <w:r w:rsidR="00910910">
        <w:rPr>
          <w:b/>
        </w:rPr>
        <w:t>červenec</w:t>
      </w:r>
      <w:proofErr w:type="gramEnd"/>
      <w:r w:rsidR="00F05536" w:rsidRPr="00F05536">
        <w:rPr>
          <w:b/>
        </w:rPr>
        <w:t xml:space="preserve"> 2020</w:t>
      </w:r>
      <w:r w:rsidRPr="00F05536">
        <w:rPr>
          <w:b/>
        </w:rPr>
        <w:t xml:space="preserve"> –</w:t>
      </w:r>
      <w:r w:rsidRPr="00360A3D">
        <w:t xml:space="preserve"> </w:t>
      </w:r>
      <w:r w:rsidR="00360A3D">
        <w:t>ihned po nabytí účinnosti k</w:t>
      </w:r>
      <w:r w:rsidR="00360A3D" w:rsidRPr="00360A3D">
        <w:t>upní smlouvy uveřejněním   v 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</w:t>
      </w:r>
      <w:r w:rsidR="006E32EA">
        <w:t>plnění</w:t>
      </w:r>
      <w:bookmarkStart w:id="0" w:name="_GoBack"/>
      <w:bookmarkEnd w:id="0"/>
      <w:r w:rsidRPr="00F05536">
        <w:t xml:space="preserve">: </w:t>
      </w:r>
      <w:r w:rsidR="00910910">
        <w:rPr>
          <w:b/>
        </w:rPr>
        <w:t>30. listopadu</w:t>
      </w:r>
      <w:r w:rsidR="00F05536" w:rsidRPr="00F05536">
        <w:rPr>
          <w:b/>
        </w:rPr>
        <w:t xml:space="preserve"> 2020</w:t>
      </w:r>
      <w:r w:rsidRPr="00F05536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 xml:space="preserve">ěkterou část veřejné zakázky </w:t>
      </w:r>
      <w:r>
        <w:rPr>
          <w:color w:val="000000"/>
        </w:rPr>
        <w:lastRenderedPageBreak/>
        <w:t>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360A3D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60A3D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 případě, že naše nabídka bude vybrána a bude uzavřena </w:t>
      </w:r>
      <w:r w:rsidR="00360A3D">
        <w:t xml:space="preserve">kupní </w:t>
      </w:r>
      <w:r w:rsidRPr="007364DE">
        <w:t>smlouva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60A3D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3E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3E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840CFAC" wp14:editId="396B9C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061A75C" wp14:editId="6D5E61F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3E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3E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DDA8117" wp14:editId="7297510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20D701C" wp14:editId="4892BCE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60A3D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2EA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764C"/>
    <w:rsid w:val="00863E42"/>
    <w:rsid w:val="008659F3"/>
    <w:rsid w:val="00886D4B"/>
    <w:rsid w:val="00895406"/>
    <w:rsid w:val="008A3568"/>
    <w:rsid w:val="008D03B9"/>
    <w:rsid w:val="008F18D6"/>
    <w:rsid w:val="00904780"/>
    <w:rsid w:val="0091091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sharepoint/v3/fields"/>
    <ds:schemaRef ds:uri="http://schemas.microsoft.com/sharepoint/v3"/>
    <ds:schemaRef ds:uri="http://purl.org/dc/dcmitype/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BB53FE9-D882-43E9-B0F8-11464381C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7</TotalTime>
  <Pages>2</Pages>
  <Words>475</Words>
  <Characters>2803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6</cp:revision>
  <cp:lastPrinted>2020-06-03T10:41:00Z</cp:lastPrinted>
  <dcterms:created xsi:type="dcterms:W3CDTF">2020-06-03T08:19:00Z</dcterms:created>
  <dcterms:modified xsi:type="dcterms:W3CDTF">2020-06-03T10:43:00Z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